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4158B74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924EAB">
        <w:rPr>
          <w:lang w:val="en-GB"/>
        </w:rPr>
        <w:t xml:space="preserve"> 47-G011-25</w:t>
      </w:r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1EA9A876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24EAB">
        <w:rPr>
          <w:rFonts w:ascii="Calibri" w:hAnsi="Calibri" w:cs="Calibri"/>
          <w:lang w:val="en-GB"/>
        </w:rPr>
        <w:t>KPA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 ……………………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0D80" w14:textId="77777777" w:rsidR="00431790" w:rsidRDefault="00431790">
      <w:r>
        <w:separator/>
      </w:r>
    </w:p>
  </w:endnote>
  <w:endnote w:type="continuationSeparator" w:id="0">
    <w:p w14:paraId="7519BE2B" w14:textId="77777777" w:rsidR="00431790" w:rsidRDefault="00431790">
      <w:r>
        <w:continuationSeparator/>
      </w:r>
    </w:p>
  </w:endnote>
  <w:endnote w:type="continuationNotice" w:id="1">
    <w:p w14:paraId="05682EE5" w14:textId="77777777" w:rsidR="00431790" w:rsidRDefault="00431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6A9F9BD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24EAB">
      <w:rPr>
        <w:noProof/>
      </w:rPr>
      <w:t>2025-12-01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1C4B" w14:textId="77777777" w:rsidR="00431790" w:rsidRDefault="00431790">
      <w:r>
        <w:separator/>
      </w:r>
    </w:p>
  </w:footnote>
  <w:footnote w:type="continuationSeparator" w:id="0">
    <w:p w14:paraId="7D38BE2D" w14:textId="77777777" w:rsidR="00431790" w:rsidRDefault="00431790">
      <w:r>
        <w:continuationSeparator/>
      </w:r>
    </w:p>
  </w:footnote>
  <w:footnote w:type="continuationNotice" w:id="1">
    <w:p w14:paraId="544D09E3" w14:textId="77777777" w:rsidR="00431790" w:rsidRDefault="00431790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790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4EAB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7</Pages>
  <Words>1830</Words>
  <Characters>10431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12237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2020-12-01T12:58:00Z</dcterms:created>
  <dcterms:modified xsi:type="dcterms:W3CDTF">2025-11-30T21:54:00Z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